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04127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1. Sitzung | WS1</w:t>
      </w:r>
      <w:r w:rsidR="00C772CC">
        <w:rPr>
          <w:rFonts w:ascii="Arial Narrow" w:hAnsi="Arial Narrow"/>
          <w:sz w:val="22"/>
          <w:lang w:val="de-DE"/>
        </w:rPr>
        <w:t>4</w:t>
      </w:r>
      <w:r>
        <w:rPr>
          <w:rFonts w:ascii="Arial Narrow" w:hAnsi="Arial Narrow"/>
          <w:sz w:val="22"/>
          <w:lang w:val="de-DE"/>
        </w:rPr>
        <w:t>/</w:t>
      </w:r>
      <w:r w:rsidR="000C1EB8">
        <w:rPr>
          <w:rFonts w:ascii="Arial Narrow" w:hAnsi="Arial Narrow"/>
          <w:sz w:val="22"/>
          <w:lang w:val="de-DE"/>
        </w:rPr>
        <w:t>1</w:t>
      </w:r>
      <w:r w:rsidR="00C772CC">
        <w:rPr>
          <w:rFonts w:ascii="Arial Narrow" w:hAnsi="Arial Narrow"/>
          <w:sz w:val="22"/>
          <w:lang w:val="de-DE"/>
        </w:rPr>
        <w:t>5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BA10A5">
        <w:rPr>
          <w:rFonts w:ascii="Arial Narrow" w:hAnsi="Arial Narrow"/>
          <w:noProof/>
          <w:sz w:val="22"/>
          <w:lang w:val="de-DE"/>
        </w:rPr>
        <w:t>30.09.2014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3734E" w:rsidRDefault="00D24AA6" w:rsidP="00D24AA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Erstsemesterbegrüßung Mittwoch</w:t>
      </w:r>
    </w:p>
    <w:p w:rsidR="00D24AA6" w:rsidRDefault="00D24AA6" w:rsidP="00D24AA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Ansage AStA Vorstellung ab 10:30 an 3 Standorten (1 Person / Standort)</w:t>
      </w:r>
    </w:p>
    <w:p w:rsidR="00D24AA6" w:rsidRDefault="00D24AA6" w:rsidP="00D24AA6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Organisation Ersti-Tüten</w:t>
      </w:r>
    </w:p>
    <w:p w:rsidR="00D24AA6" w:rsidRDefault="00D24AA6" w:rsidP="00D24AA6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Flyer Okay Party Manu</w:t>
      </w:r>
    </w:p>
    <w:p w:rsidR="00D24AA6" w:rsidRDefault="00D24AA6" w:rsidP="00D24AA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Vorstellung AStA ab 14 Uhr, Aula (1-2 Personen)</w:t>
      </w:r>
    </w:p>
    <w:p w:rsidR="00D24AA6" w:rsidRDefault="00D24AA6" w:rsidP="00D24AA6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Michael Schlegel einladen</w:t>
      </w:r>
    </w:p>
    <w:p w:rsidR="00D24AA6" w:rsidRDefault="00D24AA6" w:rsidP="00D24AA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Ersti-Ralley ab ca. 15:30 uhr im Anschluss</w:t>
      </w:r>
    </w:p>
    <w:p w:rsidR="00D24AA6" w:rsidRDefault="00D24AA6" w:rsidP="00D24AA6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Abklären XXX-Stand</w:t>
      </w:r>
    </w:p>
    <w:p w:rsidR="00D24AA6" w:rsidRDefault="00D24AA6" w:rsidP="00D24AA6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Preise Ralley</w:t>
      </w:r>
    </w:p>
    <w:p w:rsidR="00D24AA6" w:rsidRDefault="00D24AA6" w:rsidP="00D24AA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Referatsvorstellung Montag</w:t>
      </w:r>
    </w:p>
    <w:p w:rsidR="00D24AA6" w:rsidRDefault="00D24AA6" w:rsidP="00D24AA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1-2 Personen für Präsi-Leitung</w:t>
      </w:r>
    </w:p>
    <w:p w:rsidR="00D24AA6" w:rsidRDefault="00D24AA6" w:rsidP="00D24AA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Statusupdates</w:t>
      </w:r>
    </w:p>
    <w:p w:rsidR="00D24AA6" w:rsidRDefault="00D24AA6" w:rsidP="00D24AA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 WS 14/15</w:t>
      </w:r>
    </w:p>
    <w:p w:rsidR="00D24AA6" w:rsidRDefault="00D24AA6" w:rsidP="00D24AA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MSP – Veranstaltung</w:t>
      </w:r>
    </w:p>
    <w:p w:rsidR="00D24AA6" w:rsidRDefault="00D24AA6" w:rsidP="00D24AA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Okay-Party</w:t>
      </w:r>
    </w:p>
    <w:p w:rsidR="00D24AA6" w:rsidRDefault="00D24AA6" w:rsidP="00D24AA6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Verkauf bei Manu in der Cafeteria und AStA</w:t>
      </w:r>
    </w:p>
    <w:p w:rsidR="002A108C" w:rsidRDefault="002A108C" w:rsidP="00D24AA6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Anime / Manga Ref Stand HSB</w:t>
      </w:r>
    </w:p>
    <w:p w:rsidR="00BA10A5" w:rsidRPr="00D24AA6" w:rsidRDefault="00BA10A5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  <w:bookmarkStart w:id="0" w:name="_GoBack"/>
      <w:bookmarkEnd w:id="0"/>
    </w:p>
    <w:p w:rsidR="00D24AA6" w:rsidRPr="00D24AA6" w:rsidRDefault="00D24AA6" w:rsidP="00D24AA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sectPr w:rsidR="00D24AA6" w:rsidRPr="00D24AA6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804127">
      <w:rPr>
        <w:rFonts w:ascii="Arial Narrow" w:hAnsi="Arial Narrow"/>
        <w:sz w:val="20"/>
        <w:lang w:val="de-DE"/>
      </w:rPr>
      <w:t>WS1</w:t>
    </w:r>
    <w:r w:rsidR="00D94C60">
      <w:rPr>
        <w:rFonts w:ascii="Arial Narrow" w:hAnsi="Arial Narrow"/>
        <w:sz w:val="20"/>
        <w:lang w:val="de-DE"/>
      </w:rPr>
      <w:t>4</w:t>
    </w:r>
    <w:r w:rsidR="00804127">
      <w:rPr>
        <w:rFonts w:ascii="Arial Narrow" w:hAnsi="Arial Narrow"/>
        <w:sz w:val="20"/>
        <w:lang w:val="de-DE"/>
      </w:rPr>
      <w:t>/</w:t>
    </w:r>
    <w:r>
      <w:rPr>
        <w:rFonts w:ascii="Arial Narrow" w:hAnsi="Arial Narrow"/>
        <w:sz w:val="20"/>
        <w:lang w:val="de-DE"/>
      </w:rPr>
      <w:t>1</w:t>
    </w:r>
    <w:r w:rsidR="00D94C60">
      <w:rPr>
        <w:rFonts w:ascii="Arial Narrow" w:hAnsi="Arial Narrow"/>
        <w:sz w:val="20"/>
        <w:lang w:val="de-DE"/>
      </w:rPr>
      <w:t>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BA10A5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73332"/>
    <w:rsid w:val="00274830"/>
    <w:rsid w:val="002A108C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77F83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A10A5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D7327"/>
    <w:rsid w:val="00CF0EE6"/>
    <w:rsid w:val="00D24AA6"/>
    <w:rsid w:val="00D55BFE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2</Pages>
  <Words>90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Erik Meiß</cp:lastModifiedBy>
  <cp:revision>6</cp:revision>
  <cp:lastPrinted>2013-05-13T11:09:00Z</cp:lastPrinted>
  <dcterms:created xsi:type="dcterms:W3CDTF">2013-07-11T11:14:00Z</dcterms:created>
  <dcterms:modified xsi:type="dcterms:W3CDTF">2014-09-30T10:53:00Z</dcterms:modified>
</cp:coreProperties>
</file>